
<file path=[Content_Types].xml><?xml version="1.0" encoding="utf-8"?>
<Types xmlns="http://schemas.openxmlformats.org/package/2006/content-types">
  <Default Extension="rels" ContentType="application/vnd.openxmlformats-package.relationships+xml"/>
  <Default Extension="tiff" ContentType="image/tiff"/>
  <Default Extension="xml" ContentType="application/xml"/>
  <Override PartName="/word/document.xml" ContentType="application/vnd.openxmlformats-officedocument.wordprocessingml.document.main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7679" w:rsidRDefault="00297679" w:rsidP="00976FD6"/>
    <w:p w:rsidR="00581D9F" w:rsidRDefault="00581D9F" w:rsidP="00976FD6"/>
    <w:p w:rsidR="00581D9F" w:rsidRDefault="00581D9F" w:rsidP="00976FD6"/>
    <w:p w:rsidR="00581D9F" w:rsidRDefault="00581D9F" w:rsidP="00976FD6">
      <w:pPr>
        <w:rPr>
          <w:b/>
          <w:u w:val="single"/>
        </w:rPr>
      </w:pPr>
      <w:r w:rsidRPr="00581D9F">
        <w:rPr>
          <w:b/>
          <w:u w:val="single"/>
        </w:rPr>
        <w:t xml:space="preserve">09/0037 </w:t>
      </w:r>
      <w:proofErr w:type="spellStart"/>
      <w:r w:rsidRPr="00581D9F">
        <w:rPr>
          <w:b/>
          <w:u w:val="single"/>
        </w:rPr>
        <w:t>Matchingliste</w:t>
      </w:r>
      <w:proofErr w:type="spellEnd"/>
      <w:r w:rsidRPr="00581D9F">
        <w:rPr>
          <w:b/>
          <w:u w:val="single"/>
        </w:rPr>
        <w:t xml:space="preserve"> VOLVO PENTA </w:t>
      </w:r>
      <w:r>
        <w:rPr>
          <w:b/>
          <w:u w:val="single"/>
        </w:rPr>
        <w:t>–</w:t>
      </w:r>
      <w:r w:rsidRPr="00581D9F">
        <w:rPr>
          <w:b/>
          <w:u w:val="single"/>
        </w:rPr>
        <w:t xml:space="preserve"> Peru</w:t>
      </w:r>
    </w:p>
    <w:p w:rsidR="00581D9F" w:rsidRDefault="00581D9F" w:rsidP="00976FD6">
      <w:pPr>
        <w:rPr>
          <w:b/>
          <w:u w:val="single"/>
        </w:rPr>
      </w:pPr>
    </w:p>
    <w:p w:rsidR="00581D9F" w:rsidRDefault="00581D9F" w:rsidP="00976FD6">
      <w:pPr>
        <w:rPr>
          <w:b/>
          <w:u w:val="single"/>
        </w:rPr>
      </w:pPr>
    </w:p>
    <w:p w:rsidR="00581D9F" w:rsidRDefault="00581D9F" w:rsidP="00976FD6">
      <w:pPr>
        <w:rPr>
          <w:b/>
          <w:u w:val="single"/>
        </w:rPr>
      </w:pPr>
    </w:p>
    <w:p w:rsidR="00581D9F" w:rsidRDefault="00581D9F" w:rsidP="00976FD6">
      <w:pPr>
        <w:rPr>
          <w:b/>
          <w:u w:val="single"/>
        </w:rPr>
      </w:pPr>
    </w:p>
    <w:p w:rsidR="00581D9F" w:rsidRPr="00581D9F" w:rsidRDefault="00581D9F" w:rsidP="00581D9F">
      <w:pPr>
        <w:jc w:val="right"/>
      </w:pPr>
    </w:p>
    <w:p w:rsidR="00581D9F" w:rsidRDefault="00581D9F" w:rsidP="00581D9F">
      <w:pPr>
        <w:jc w:val="right"/>
      </w:pPr>
      <w:r w:rsidRPr="00581D9F">
        <w:t>28-10-2009</w:t>
      </w:r>
    </w:p>
    <w:p w:rsidR="008C44E6" w:rsidRDefault="008C44E6" w:rsidP="00581D9F">
      <w:pPr>
        <w:jc w:val="right"/>
      </w:pPr>
    </w:p>
    <w:tbl>
      <w:tblPr>
        <w:tblStyle w:val="Tabel-Gitter"/>
        <w:tblW w:w="0" w:type="auto"/>
        <w:tblLook w:val="04A0"/>
      </w:tblPr>
      <w:tblGrid>
        <w:gridCol w:w="1158"/>
        <w:gridCol w:w="1100"/>
        <w:gridCol w:w="1120"/>
        <w:gridCol w:w="1587"/>
        <w:gridCol w:w="1151"/>
        <w:gridCol w:w="1151"/>
        <w:gridCol w:w="1153"/>
        <w:gridCol w:w="1151"/>
      </w:tblGrid>
      <w:tr w:rsidR="000537DD" w:rsidTr="00581D9F">
        <w:tc>
          <w:tcPr>
            <w:tcW w:w="1186" w:type="dxa"/>
          </w:tcPr>
          <w:p w:rsidR="00581D9F" w:rsidRDefault="00581D9F" w:rsidP="00581D9F">
            <w:pPr>
              <w:jc w:val="center"/>
            </w:pPr>
            <w:proofErr w:type="spellStart"/>
            <w:r>
              <w:t>Gearbox</w:t>
            </w:r>
            <w:proofErr w:type="spellEnd"/>
          </w:p>
          <w:p w:rsidR="00581D9F" w:rsidRDefault="00581D9F" w:rsidP="00581D9F">
            <w:pPr>
              <w:jc w:val="center"/>
            </w:pPr>
            <w:r>
              <w:t>type</w:t>
            </w:r>
          </w:p>
        </w:tc>
        <w:tc>
          <w:tcPr>
            <w:tcW w:w="1187" w:type="dxa"/>
          </w:tcPr>
          <w:p w:rsidR="00581D9F" w:rsidRDefault="00581D9F" w:rsidP="00581D9F">
            <w:pPr>
              <w:jc w:val="center"/>
            </w:pPr>
            <w:r>
              <w:t>Red.</w:t>
            </w:r>
          </w:p>
          <w:p w:rsidR="00581D9F" w:rsidRDefault="00581D9F" w:rsidP="00581D9F">
            <w:pPr>
              <w:jc w:val="center"/>
            </w:pPr>
            <w:r>
              <w:t>Ratio</w:t>
            </w:r>
          </w:p>
        </w:tc>
        <w:tc>
          <w:tcPr>
            <w:tcW w:w="1187" w:type="dxa"/>
          </w:tcPr>
          <w:p w:rsidR="00581D9F" w:rsidRDefault="00581D9F" w:rsidP="00581D9F">
            <w:pPr>
              <w:jc w:val="center"/>
            </w:pPr>
            <w:proofErr w:type="spellStart"/>
            <w:r>
              <w:t>Engine</w:t>
            </w:r>
            <w:proofErr w:type="spellEnd"/>
            <w:r>
              <w:t xml:space="preserve"> </w:t>
            </w:r>
          </w:p>
          <w:p w:rsidR="00581D9F" w:rsidRDefault="00581D9F" w:rsidP="00581D9F">
            <w:pPr>
              <w:jc w:val="center"/>
            </w:pPr>
            <w:r>
              <w:t>type</w:t>
            </w:r>
          </w:p>
        </w:tc>
        <w:tc>
          <w:tcPr>
            <w:tcW w:w="1187" w:type="dxa"/>
          </w:tcPr>
          <w:p w:rsidR="00581D9F" w:rsidRDefault="00581D9F" w:rsidP="00581D9F">
            <w:pPr>
              <w:jc w:val="center"/>
            </w:pPr>
            <w:proofErr w:type="spellStart"/>
            <w:r>
              <w:t>Engine</w:t>
            </w:r>
            <w:proofErr w:type="spellEnd"/>
          </w:p>
          <w:p w:rsidR="00581D9F" w:rsidRDefault="00581D9F" w:rsidP="00581D9F">
            <w:pPr>
              <w:jc w:val="center"/>
            </w:pPr>
            <w:r>
              <w:t>Performance</w:t>
            </w:r>
          </w:p>
          <w:p w:rsidR="000537DD" w:rsidRDefault="000537DD" w:rsidP="00581D9F">
            <w:pPr>
              <w:jc w:val="center"/>
            </w:pPr>
            <w:r>
              <w:t>kW/HP@nx100</w:t>
            </w:r>
          </w:p>
        </w:tc>
        <w:tc>
          <w:tcPr>
            <w:tcW w:w="1187" w:type="dxa"/>
          </w:tcPr>
          <w:p w:rsidR="00581D9F" w:rsidRDefault="000537DD" w:rsidP="00581D9F">
            <w:pPr>
              <w:jc w:val="center"/>
            </w:pPr>
            <w:r>
              <w:t xml:space="preserve">RPM </w:t>
            </w:r>
          </w:p>
          <w:p w:rsidR="000537DD" w:rsidRDefault="000537DD" w:rsidP="00581D9F">
            <w:pPr>
              <w:jc w:val="center"/>
            </w:pPr>
            <w:r>
              <w:t>Propeller</w:t>
            </w:r>
          </w:p>
        </w:tc>
        <w:tc>
          <w:tcPr>
            <w:tcW w:w="1187" w:type="dxa"/>
          </w:tcPr>
          <w:p w:rsidR="00581D9F" w:rsidRDefault="000537DD" w:rsidP="000537DD">
            <w:pPr>
              <w:jc w:val="center"/>
            </w:pPr>
            <w:r>
              <w:t>Propeller</w:t>
            </w:r>
          </w:p>
          <w:p w:rsidR="000537DD" w:rsidRDefault="000537DD" w:rsidP="000537DD">
            <w:pPr>
              <w:jc w:val="center"/>
            </w:pPr>
            <w:r>
              <w:t>Type</w:t>
            </w:r>
          </w:p>
        </w:tc>
        <w:tc>
          <w:tcPr>
            <w:tcW w:w="1187" w:type="dxa"/>
          </w:tcPr>
          <w:p w:rsidR="00581D9F" w:rsidRDefault="000537DD" w:rsidP="000537DD">
            <w:pPr>
              <w:jc w:val="center"/>
            </w:pPr>
            <w:r>
              <w:t>Diameter</w:t>
            </w:r>
          </w:p>
          <w:p w:rsidR="000537DD" w:rsidRDefault="000537DD" w:rsidP="000537DD">
            <w:pPr>
              <w:jc w:val="center"/>
            </w:pPr>
            <w:r>
              <w:t>Propeller</w:t>
            </w:r>
          </w:p>
        </w:tc>
        <w:tc>
          <w:tcPr>
            <w:tcW w:w="1187" w:type="dxa"/>
          </w:tcPr>
          <w:p w:rsidR="00581D9F" w:rsidRDefault="000537DD" w:rsidP="000537DD">
            <w:pPr>
              <w:jc w:val="center"/>
            </w:pPr>
            <w:r>
              <w:t>DDK</w:t>
            </w:r>
          </w:p>
          <w:p w:rsidR="000537DD" w:rsidRDefault="000537DD" w:rsidP="000537DD">
            <w:pPr>
              <w:jc w:val="center"/>
            </w:pPr>
            <w:proofErr w:type="gramStart"/>
            <w:r>
              <w:t>Price  Pr</w:t>
            </w:r>
            <w:r>
              <w:t>o</w:t>
            </w:r>
            <w:r>
              <w:t>peller</w:t>
            </w:r>
            <w:proofErr w:type="gramEnd"/>
          </w:p>
        </w:tc>
      </w:tr>
      <w:tr w:rsidR="000537DD" w:rsidTr="00581D9F">
        <w:tc>
          <w:tcPr>
            <w:tcW w:w="1186" w:type="dxa"/>
          </w:tcPr>
          <w:p w:rsidR="00581D9F" w:rsidRDefault="000537DD" w:rsidP="000537DD">
            <w:pPr>
              <w:jc w:val="center"/>
            </w:pPr>
            <w:r>
              <w:t>1400/450</w:t>
            </w:r>
          </w:p>
        </w:tc>
        <w:tc>
          <w:tcPr>
            <w:tcW w:w="1187" w:type="dxa"/>
          </w:tcPr>
          <w:p w:rsidR="00581D9F" w:rsidRDefault="000537DD" w:rsidP="000537DD">
            <w:pPr>
              <w:jc w:val="center"/>
            </w:pPr>
            <w:r>
              <w:t>7,18:1</w:t>
            </w:r>
          </w:p>
        </w:tc>
        <w:tc>
          <w:tcPr>
            <w:tcW w:w="1187" w:type="dxa"/>
          </w:tcPr>
          <w:p w:rsidR="00581D9F" w:rsidRDefault="000537DD" w:rsidP="000537DD">
            <w:pPr>
              <w:jc w:val="center"/>
            </w:pPr>
            <w:r>
              <w:t xml:space="preserve">2xD12 </w:t>
            </w:r>
          </w:p>
        </w:tc>
        <w:tc>
          <w:tcPr>
            <w:tcW w:w="1187" w:type="dxa"/>
          </w:tcPr>
          <w:p w:rsidR="000537DD" w:rsidRDefault="000537DD" w:rsidP="00581D9F">
            <w:r>
              <w:t>2x331/450@18</w:t>
            </w:r>
          </w:p>
        </w:tc>
        <w:tc>
          <w:tcPr>
            <w:tcW w:w="1187" w:type="dxa"/>
          </w:tcPr>
          <w:p w:rsidR="00581D9F" w:rsidRDefault="000537DD" w:rsidP="000537DD">
            <w:pPr>
              <w:jc w:val="center"/>
            </w:pPr>
            <w:r>
              <w:t>251</w:t>
            </w:r>
          </w:p>
        </w:tc>
        <w:tc>
          <w:tcPr>
            <w:tcW w:w="1187" w:type="dxa"/>
          </w:tcPr>
          <w:p w:rsidR="00581D9F" w:rsidRDefault="00581D9F" w:rsidP="00581D9F"/>
        </w:tc>
        <w:tc>
          <w:tcPr>
            <w:tcW w:w="1187" w:type="dxa"/>
          </w:tcPr>
          <w:p w:rsidR="00581D9F" w:rsidRDefault="00581D9F" w:rsidP="00581D9F"/>
        </w:tc>
        <w:tc>
          <w:tcPr>
            <w:tcW w:w="1187" w:type="dxa"/>
          </w:tcPr>
          <w:p w:rsidR="00581D9F" w:rsidRDefault="00581D9F" w:rsidP="00581D9F"/>
        </w:tc>
      </w:tr>
      <w:tr w:rsidR="000537DD" w:rsidTr="00581D9F">
        <w:tc>
          <w:tcPr>
            <w:tcW w:w="1186" w:type="dxa"/>
          </w:tcPr>
          <w:p w:rsidR="00581D9F" w:rsidRDefault="000537DD" w:rsidP="000537DD">
            <w:pPr>
              <w:jc w:val="center"/>
            </w:pPr>
            <w:r>
              <w:t>Do.</w:t>
            </w:r>
          </w:p>
        </w:tc>
        <w:tc>
          <w:tcPr>
            <w:tcW w:w="1187" w:type="dxa"/>
          </w:tcPr>
          <w:p w:rsidR="00581D9F" w:rsidRDefault="000537DD" w:rsidP="000537DD">
            <w:pPr>
              <w:jc w:val="center"/>
            </w:pPr>
            <w:r>
              <w:t>6,11:1</w:t>
            </w:r>
          </w:p>
        </w:tc>
        <w:tc>
          <w:tcPr>
            <w:tcW w:w="1187" w:type="dxa"/>
          </w:tcPr>
          <w:p w:rsidR="00581D9F" w:rsidRDefault="000537DD" w:rsidP="000537DD">
            <w:pPr>
              <w:jc w:val="center"/>
            </w:pPr>
            <w:r>
              <w:t>2xD16</w:t>
            </w:r>
          </w:p>
        </w:tc>
        <w:tc>
          <w:tcPr>
            <w:tcW w:w="1187" w:type="dxa"/>
          </w:tcPr>
          <w:p w:rsidR="00581D9F" w:rsidRDefault="000537DD" w:rsidP="00581D9F">
            <w:r>
              <w:t>2x441/600@18</w:t>
            </w:r>
          </w:p>
        </w:tc>
        <w:tc>
          <w:tcPr>
            <w:tcW w:w="1187" w:type="dxa"/>
          </w:tcPr>
          <w:p w:rsidR="00581D9F" w:rsidRDefault="000537DD" w:rsidP="000537DD">
            <w:pPr>
              <w:jc w:val="center"/>
            </w:pPr>
            <w:r>
              <w:t>295</w:t>
            </w:r>
          </w:p>
        </w:tc>
        <w:tc>
          <w:tcPr>
            <w:tcW w:w="1187" w:type="dxa"/>
          </w:tcPr>
          <w:p w:rsidR="00581D9F" w:rsidRDefault="00581D9F" w:rsidP="00581D9F"/>
        </w:tc>
        <w:tc>
          <w:tcPr>
            <w:tcW w:w="1187" w:type="dxa"/>
          </w:tcPr>
          <w:p w:rsidR="00581D9F" w:rsidRDefault="00581D9F" w:rsidP="00581D9F"/>
        </w:tc>
        <w:tc>
          <w:tcPr>
            <w:tcW w:w="1187" w:type="dxa"/>
          </w:tcPr>
          <w:p w:rsidR="00581D9F" w:rsidRDefault="00581D9F" w:rsidP="00581D9F"/>
        </w:tc>
      </w:tr>
      <w:tr w:rsidR="000537DD" w:rsidTr="00581D9F">
        <w:tc>
          <w:tcPr>
            <w:tcW w:w="1186" w:type="dxa"/>
          </w:tcPr>
          <w:p w:rsidR="00581D9F" w:rsidRDefault="000002A2" w:rsidP="000002A2">
            <w:pPr>
              <w:jc w:val="center"/>
            </w:pPr>
            <w:r>
              <w:t>Do.</w:t>
            </w:r>
          </w:p>
        </w:tc>
        <w:tc>
          <w:tcPr>
            <w:tcW w:w="1187" w:type="dxa"/>
          </w:tcPr>
          <w:p w:rsidR="00581D9F" w:rsidRDefault="000537DD" w:rsidP="000537DD">
            <w:pPr>
              <w:jc w:val="center"/>
            </w:pPr>
            <w:r>
              <w:t>6,11:1</w:t>
            </w:r>
          </w:p>
        </w:tc>
        <w:tc>
          <w:tcPr>
            <w:tcW w:w="1187" w:type="dxa"/>
          </w:tcPr>
          <w:p w:rsidR="00581D9F" w:rsidRDefault="000537DD" w:rsidP="000537DD">
            <w:pPr>
              <w:jc w:val="center"/>
            </w:pPr>
            <w:r>
              <w:t>2xD16</w:t>
            </w:r>
          </w:p>
        </w:tc>
        <w:tc>
          <w:tcPr>
            <w:tcW w:w="1187" w:type="dxa"/>
          </w:tcPr>
          <w:p w:rsidR="00581D9F" w:rsidRDefault="000537DD" w:rsidP="00581D9F">
            <w:r>
              <w:t>2x478/650@</w:t>
            </w:r>
            <w:r w:rsidR="000002A2">
              <w:t>18</w:t>
            </w:r>
          </w:p>
        </w:tc>
        <w:tc>
          <w:tcPr>
            <w:tcW w:w="1187" w:type="dxa"/>
          </w:tcPr>
          <w:p w:rsidR="00581D9F" w:rsidRDefault="000002A2" w:rsidP="000002A2">
            <w:pPr>
              <w:jc w:val="center"/>
            </w:pPr>
            <w:r>
              <w:t>295</w:t>
            </w:r>
          </w:p>
        </w:tc>
        <w:tc>
          <w:tcPr>
            <w:tcW w:w="1187" w:type="dxa"/>
          </w:tcPr>
          <w:p w:rsidR="00581D9F" w:rsidRDefault="00581D9F" w:rsidP="00581D9F"/>
        </w:tc>
        <w:tc>
          <w:tcPr>
            <w:tcW w:w="1187" w:type="dxa"/>
          </w:tcPr>
          <w:p w:rsidR="00581D9F" w:rsidRDefault="00581D9F" w:rsidP="00581D9F"/>
        </w:tc>
        <w:tc>
          <w:tcPr>
            <w:tcW w:w="1187" w:type="dxa"/>
          </w:tcPr>
          <w:p w:rsidR="00581D9F" w:rsidRDefault="00581D9F" w:rsidP="00581D9F"/>
        </w:tc>
      </w:tr>
      <w:tr w:rsidR="000537DD" w:rsidTr="00581D9F">
        <w:tc>
          <w:tcPr>
            <w:tcW w:w="1186" w:type="dxa"/>
          </w:tcPr>
          <w:p w:rsidR="00581D9F" w:rsidRDefault="000002A2" w:rsidP="000002A2">
            <w:pPr>
              <w:jc w:val="center"/>
            </w:pPr>
            <w:r>
              <w:t>Do.</w:t>
            </w:r>
          </w:p>
        </w:tc>
        <w:tc>
          <w:tcPr>
            <w:tcW w:w="1187" w:type="dxa"/>
          </w:tcPr>
          <w:p w:rsidR="00581D9F" w:rsidRDefault="000002A2" w:rsidP="000002A2">
            <w:pPr>
              <w:jc w:val="center"/>
            </w:pPr>
            <w:r>
              <w:t xml:space="preserve">7,18:1   </w:t>
            </w:r>
          </w:p>
        </w:tc>
        <w:tc>
          <w:tcPr>
            <w:tcW w:w="1187" w:type="dxa"/>
          </w:tcPr>
          <w:p w:rsidR="00581D9F" w:rsidRDefault="000002A2" w:rsidP="000002A2">
            <w:pPr>
              <w:jc w:val="center"/>
            </w:pPr>
            <w:r>
              <w:t>2xD12</w:t>
            </w:r>
          </w:p>
        </w:tc>
        <w:tc>
          <w:tcPr>
            <w:tcW w:w="1187" w:type="dxa"/>
          </w:tcPr>
          <w:p w:rsidR="00581D9F" w:rsidRDefault="000002A2" w:rsidP="00581D9F">
            <w:r>
              <w:t>2x368/500@18</w:t>
            </w:r>
          </w:p>
        </w:tc>
        <w:tc>
          <w:tcPr>
            <w:tcW w:w="1187" w:type="dxa"/>
          </w:tcPr>
          <w:p w:rsidR="00581D9F" w:rsidRDefault="000002A2" w:rsidP="000002A2">
            <w:pPr>
              <w:jc w:val="center"/>
            </w:pPr>
            <w:r>
              <w:t>251</w:t>
            </w:r>
          </w:p>
        </w:tc>
        <w:tc>
          <w:tcPr>
            <w:tcW w:w="1187" w:type="dxa"/>
          </w:tcPr>
          <w:p w:rsidR="00581D9F" w:rsidRDefault="00581D9F" w:rsidP="00581D9F"/>
        </w:tc>
        <w:tc>
          <w:tcPr>
            <w:tcW w:w="1187" w:type="dxa"/>
          </w:tcPr>
          <w:p w:rsidR="00581D9F" w:rsidRDefault="00581D9F" w:rsidP="00581D9F"/>
        </w:tc>
        <w:tc>
          <w:tcPr>
            <w:tcW w:w="1187" w:type="dxa"/>
          </w:tcPr>
          <w:p w:rsidR="00581D9F" w:rsidRDefault="00581D9F" w:rsidP="00581D9F"/>
        </w:tc>
      </w:tr>
      <w:tr w:rsidR="000537DD" w:rsidTr="00581D9F">
        <w:tc>
          <w:tcPr>
            <w:tcW w:w="1186" w:type="dxa"/>
          </w:tcPr>
          <w:p w:rsidR="00581D9F" w:rsidRDefault="000002A2" w:rsidP="000002A2">
            <w:pPr>
              <w:jc w:val="center"/>
            </w:pPr>
            <w:r>
              <w:t>Do.</w:t>
            </w:r>
          </w:p>
        </w:tc>
        <w:tc>
          <w:tcPr>
            <w:tcW w:w="1187" w:type="dxa"/>
          </w:tcPr>
          <w:p w:rsidR="00581D9F" w:rsidRDefault="000002A2" w:rsidP="000002A2">
            <w:pPr>
              <w:jc w:val="center"/>
            </w:pPr>
            <w:r>
              <w:t>6,11:1</w:t>
            </w:r>
          </w:p>
        </w:tc>
        <w:tc>
          <w:tcPr>
            <w:tcW w:w="1187" w:type="dxa"/>
          </w:tcPr>
          <w:p w:rsidR="00581D9F" w:rsidRDefault="000002A2" w:rsidP="000002A2">
            <w:pPr>
              <w:jc w:val="center"/>
            </w:pPr>
            <w:r>
              <w:t>2xD16</w:t>
            </w:r>
          </w:p>
        </w:tc>
        <w:tc>
          <w:tcPr>
            <w:tcW w:w="1187" w:type="dxa"/>
          </w:tcPr>
          <w:p w:rsidR="00581D9F" w:rsidRDefault="000002A2" w:rsidP="00581D9F">
            <w:r>
              <w:t>2x552/750@19</w:t>
            </w:r>
          </w:p>
        </w:tc>
        <w:tc>
          <w:tcPr>
            <w:tcW w:w="1187" w:type="dxa"/>
          </w:tcPr>
          <w:p w:rsidR="00581D9F" w:rsidRDefault="000002A2" w:rsidP="000002A2">
            <w:pPr>
              <w:jc w:val="center"/>
            </w:pPr>
            <w:r>
              <w:t>311</w:t>
            </w:r>
          </w:p>
        </w:tc>
        <w:tc>
          <w:tcPr>
            <w:tcW w:w="1187" w:type="dxa"/>
          </w:tcPr>
          <w:p w:rsidR="00581D9F" w:rsidRDefault="00581D9F" w:rsidP="00581D9F"/>
        </w:tc>
        <w:tc>
          <w:tcPr>
            <w:tcW w:w="1187" w:type="dxa"/>
          </w:tcPr>
          <w:p w:rsidR="00581D9F" w:rsidRDefault="00581D9F" w:rsidP="00581D9F"/>
        </w:tc>
        <w:tc>
          <w:tcPr>
            <w:tcW w:w="1187" w:type="dxa"/>
          </w:tcPr>
          <w:p w:rsidR="00581D9F" w:rsidRDefault="00581D9F" w:rsidP="00581D9F"/>
        </w:tc>
      </w:tr>
      <w:tr w:rsidR="000537DD" w:rsidTr="00581D9F">
        <w:tc>
          <w:tcPr>
            <w:tcW w:w="1186" w:type="dxa"/>
          </w:tcPr>
          <w:p w:rsidR="00581D9F" w:rsidRDefault="00581D9F" w:rsidP="00581D9F"/>
        </w:tc>
        <w:tc>
          <w:tcPr>
            <w:tcW w:w="1187" w:type="dxa"/>
          </w:tcPr>
          <w:p w:rsidR="00581D9F" w:rsidRDefault="00581D9F" w:rsidP="00581D9F"/>
        </w:tc>
        <w:tc>
          <w:tcPr>
            <w:tcW w:w="1187" w:type="dxa"/>
          </w:tcPr>
          <w:p w:rsidR="00581D9F" w:rsidRDefault="00581D9F" w:rsidP="00581D9F"/>
        </w:tc>
        <w:tc>
          <w:tcPr>
            <w:tcW w:w="1187" w:type="dxa"/>
          </w:tcPr>
          <w:p w:rsidR="00581D9F" w:rsidRDefault="00581D9F" w:rsidP="00581D9F"/>
        </w:tc>
        <w:tc>
          <w:tcPr>
            <w:tcW w:w="1187" w:type="dxa"/>
          </w:tcPr>
          <w:p w:rsidR="00581D9F" w:rsidRDefault="00581D9F" w:rsidP="00581D9F"/>
        </w:tc>
        <w:tc>
          <w:tcPr>
            <w:tcW w:w="1187" w:type="dxa"/>
          </w:tcPr>
          <w:p w:rsidR="00581D9F" w:rsidRDefault="00581D9F" w:rsidP="00581D9F"/>
        </w:tc>
        <w:tc>
          <w:tcPr>
            <w:tcW w:w="1187" w:type="dxa"/>
          </w:tcPr>
          <w:p w:rsidR="00581D9F" w:rsidRDefault="00581D9F" w:rsidP="00581D9F"/>
        </w:tc>
        <w:tc>
          <w:tcPr>
            <w:tcW w:w="1187" w:type="dxa"/>
          </w:tcPr>
          <w:p w:rsidR="00581D9F" w:rsidRDefault="00581D9F" w:rsidP="00581D9F"/>
        </w:tc>
      </w:tr>
      <w:tr w:rsidR="000537DD" w:rsidTr="00581D9F">
        <w:tc>
          <w:tcPr>
            <w:tcW w:w="1186" w:type="dxa"/>
          </w:tcPr>
          <w:p w:rsidR="00581D9F" w:rsidRDefault="000002A2" w:rsidP="000002A2">
            <w:pPr>
              <w:jc w:val="center"/>
            </w:pPr>
            <w:r>
              <w:t>190HS</w:t>
            </w:r>
          </w:p>
        </w:tc>
        <w:tc>
          <w:tcPr>
            <w:tcW w:w="1187" w:type="dxa"/>
          </w:tcPr>
          <w:p w:rsidR="00581D9F" w:rsidRDefault="000002A2" w:rsidP="000002A2">
            <w:pPr>
              <w:jc w:val="center"/>
            </w:pPr>
            <w:r>
              <w:t>3,5:1</w:t>
            </w:r>
          </w:p>
        </w:tc>
        <w:tc>
          <w:tcPr>
            <w:tcW w:w="1187" w:type="dxa"/>
          </w:tcPr>
          <w:p w:rsidR="00581D9F" w:rsidRDefault="000002A2" w:rsidP="000002A2">
            <w:pPr>
              <w:jc w:val="center"/>
            </w:pPr>
            <w:r>
              <w:t>D7CTA</w:t>
            </w:r>
          </w:p>
        </w:tc>
        <w:tc>
          <w:tcPr>
            <w:tcW w:w="1187" w:type="dxa"/>
          </w:tcPr>
          <w:p w:rsidR="00581D9F" w:rsidRDefault="000002A2" w:rsidP="000002A2">
            <w:pPr>
              <w:jc w:val="center"/>
            </w:pPr>
            <w:r>
              <w:t>146/199@19</w:t>
            </w:r>
          </w:p>
        </w:tc>
        <w:tc>
          <w:tcPr>
            <w:tcW w:w="1187" w:type="dxa"/>
          </w:tcPr>
          <w:p w:rsidR="00581D9F" w:rsidRDefault="000002A2" w:rsidP="000002A2">
            <w:pPr>
              <w:jc w:val="center"/>
            </w:pPr>
            <w:r>
              <w:t>543</w:t>
            </w:r>
          </w:p>
        </w:tc>
        <w:tc>
          <w:tcPr>
            <w:tcW w:w="1187" w:type="dxa"/>
          </w:tcPr>
          <w:p w:rsidR="00581D9F" w:rsidRDefault="00581D9F" w:rsidP="00581D9F"/>
        </w:tc>
        <w:tc>
          <w:tcPr>
            <w:tcW w:w="1187" w:type="dxa"/>
          </w:tcPr>
          <w:p w:rsidR="00581D9F" w:rsidRDefault="00581D9F" w:rsidP="00581D9F"/>
        </w:tc>
        <w:tc>
          <w:tcPr>
            <w:tcW w:w="1187" w:type="dxa"/>
          </w:tcPr>
          <w:p w:rsidR="00581D9F" w:rsidRDefault="00581D9F" w:rsidP="00581D9F"/>
        </w:tc>
      </w:tr>
      <w:tr w:rsidR="000537DD" w:rsidTr="00581D9F">
        <w:tc>
          <w:tcPr>
            <w:tcW w:w="1186" w:type="dxa"/>
          </w:tcPr>
          <w:p w:rsidR="00581D9F" w:rsidRDefault="00581D9F" w:rsidP="00581D9F"/>
        </w:tc>
        <w:tc>
          <w:tcPr>
            <w:tcW w:w="1187" w:type="dxa"/>
          </w:tcPr>
          <w:p w:rsidR="00581D9F" w:rsidRDefault="00581D9F" w:rsidP="00581D9F"/>
        </w:tc>
        <w:tc>
          <w:tcPr>
            <w:tcW w:w="1187" w:type="dxa"/>
          </w:tcPr>
          <w:p w:rsidR="00581D9F" w:rsidRDefault="00581D9F" w:rsidP="00581D9F"/>
        </w:tc>
        <w:tc>
          <w:tcPr>
            <w:tcW w:w="1187" w:type="dxa"/>
          </w:tcPr>
          <w:p w:rsidR="00581D9F" w:rsidRDefault="00581D9F" w:rsidP="00581D9F"/>
        </w:tc>
        <w:tc>
          <w:tcPr>
            <w:tcW w:w="1187" w:type="dxa"/>
          </w:tcPr>
          <w:p w:rsidR="00581D9F" w:rsidRDefault="00581D9F" w:rsidP="00581D9F"/>
        </w:tc>
        <w:tc>
          <w:tcPr>
            <w:tcW w:w="1187" w:type="dxa"/>
          </w:tcPr>
          <w:p w:rsidR="00581D9F" w:rsidRDefault="00581D9F" w:rsidP="00581D9F"/>
        </w:tc>
        <w:tc>
          <w:tcPr>
            <w:tcW w:w="1187" w:type="dxa"/>
          </w:tcPr>
          <w:p w:rsidR="00581D9F" w:rsidRDefault="00581D9F" w:rsidP="00581D9F"/>
        </w:tc>
        <w:tc>
          <w:tcPr>
            <w:tcW w:w="1187" w:type="dxa"/>
          </w:tcPr>
          <w:p w:rsidR="00581D9F" w:rsidRDefault="00581D9F" w:rsidP="00581D9F"/>
        </w:tc>
      </w:tr>
      <w:tr w:rsidR="000537DD" w:rsidTr="00581D9F">
        <w:tc>
          <w:tcPr>
            <w:tcW w:w="1186" w:type="dxa"/>
          </w:tcPr>
          <w:p w:rsidR="00581D9F" w:rsidRDefault="000002A2" w:rsidP="000002A2">
            <w:pPr>
              <w:jc w:val="center"/>
            </w:pPr>
            <w:r>
              <w:t>270HS</w:t>
            </w:r>
          </w:p>
        </w:tc>
        <w:tc>
          <w:tcPr>
            <w:tcW w:w="1187" w:type="dxa"/>
          </w:tcPr>
          <w:p w:rsidR="00581D9F" w:rsidRDefault="000002A2" w:rsidP="000002A2">
            <w:pPr>
              <w:jc w:val="center"/>
            </w:pPr>
            <w:r>
              <w:t>5,5:1</w:t>
            </w:r>
          </w:p>
        </w:tc>
        <w:tc>
          <w:tcPr>
            <w:tcW w:w="1187" w:type="dxa"/>
          </w:tcPr>
          <w:p w:rsidR="00581D9F" w:rsidRDefault="000002A2" w:rsidP="000002A2">
            <w:pPr>
              <w:jc w:val="center"/>
            </w:pPr>
            <w:r>
              <w:t>D9MH</w:t>
            </w:r>
          </w:p>
        </w:tc>
        <w:tc>
          <w:tcPr>
            <w:tcW w:w="1187" w:type="dxa"/>
          </w:tcPr>
          <w:p w:rsidR="00581D9F" w:rsidRDefault="000002A2" w:rsidP="000002A2">
            <w:pPr>
              <w:jc w:val="center"/>
            </w:pPr>
            <w:r>
              <w:t>221/300@18</w:t>
            </w:r>
          </w:p>
        </w:tc>
        <w:tc>
          <w:tcPr>
            <w:tcW w:w="1187" w:type="dxa"/>
          </w:tcPr>
          <w:p w:rsidR="00581D9F" w:rsidRDefault="000002A2" w:rsidP="000002A2">
            <w:pPr>
              <w:jc w:val="center"/>
            </w:pPr>
            <w:r>
              <w:t>327</w:t>
            </w:r>
          </w:p>
        </w:tc>
        <w:tc>
          <w:tcPr>
            <w:tcW w:w="1187" w:type="dxa"/>
          </w:tcPr>
          <w:p w:rsidR="00581D9F" w:rsidRDefault="00581D9F" w:rsidP="00581D9F"/>
        </w:tc>
        <w:tc>
          <w:tcPr>
            <w:tcW w:w="1187" w:type="dxa"/>
          </w:tcPr>
          <w:p w:rsidR="00581D9F" w:rsidRDefault="00581D9F" w:rsidP="00581D9F"/>
        </w:tc>
        <w:tc>
          <w:tcPr>
            <w:tcW w:w="1187" w:type="dxa"/>
          </w:tcPr>
          <w:p w:rsidR="00581D9F" w:rsidRDefault="00581D9F" w:rsidP="00581D9F"/>
        </w:tc>
      </w:tr>
      <w:tr w:rsidR="000537DD" w:rsidTr="00581D9F">
        <w:tc>
          <w:tcPr>
            <w:tcW w:w="1186" w:type="dxa"/>
          </w:tcPr>
          <w:p w:rsidR="00581D9F" w:rsidRDefault="00581D9F" w:rsidP="00581D9F"/>
        </w:tc>
        <w:tc>
          <w:tcPr>
            <w:tcW w:w="1187" w:type="dxa"/>
          </w:tcPr>
          <w:p w:rsidR="00581D9F" w:rsidRDefault="00581D9F" w:rsidP="00581D9F"/>
        </w:tc>
        <w:tc>
          <w:tcPr>
            <w:tcW w:w="1187" w:type="dxa"/>
          </w:tcPr>
          <w:p w:rsidR="00581D9F" w:rsidRDefault="00581D9F" w:rsidP="00581D9F"/>
        </w:tc>
        <w:tc>
          <w:tcPr>
            <w:tcW w:w="1187" w:type="dxa"/>
          </w:tcPr>
          <w:p w:rsidR="00581D9F" w:rsidRDefault="00581D9F" w:rsidP="00581D9F"/>
        </w:tc>
        <w:tc>
          <w:tcPr>
            <w:tcW w:w="1187" w:type="dxa"/>
          </w:tcPr>
          <w:p w:rsidR="00581D9F" w:rsidRDefault="00581D9F" w:rsidP="00581D9F"/>
        </w:tc>
        <w:tc>
          <w:tcPr>
            <w:tcW w:w="1187" w:type="dxa"/>
          </w:tcPr>
          <w:p w:rsidR="00581D9F" w:rsidRDefault="00581D9F" w:rsidP="00581D9F"/>
        </w:tc>
        <w:tc>
          <w:tcPr>
            <w:tcW w:w="1187" w:type="dxa"/>
          </w:tcPr>
          <w:p w:rsidR="00581D9F" w:rsidRDefault="00581D9F" w:rsidP="00581D9F"/>
        </w:tc>
        <w:tc>
          <w:tcPr>
            <w:tcW w:w="1187" w:type="dxa"/>
          </w:tcPr>
          <w:p w:rsidR="00581D9F" w:rsidRDefault="00581D9F" w:rsidP="00581D9F"/>
        </w:tc>
      </w:tr>
      <w:tr w:rsidR="000537DD" w:rsidTr="00581D9F">
        <w:tc>
          <w:tcPr>
            <w:tcW w:w="1186" w:type="dxa"/>
          </w:tcPr>
          <w:p w:rsidR="00581D9F" w:rsidRDefault="000002A2" w:rsidP="000002A2">
            <w:pPr>
              <w:jc w:val="center"/>
            </w:pPr>
            <w:r>
              <w:t>400HS</w:t>
            </w:r>
          </w:p>
        </w:tc>
        <w:tc>
          <w:tcPr>
            <w:tcW w:w="1187" w:type="dxa"/>
          </w:tcPr>
          <w:p w:rsidR="00581D9F" w:rsidRDefault="000002A2" w:rsidP="000002A2">
            <w:pPr>
              <w:jc w:val="center"/>
            </w:pPr>
            <w:r>
              <w:t>6,59:1</w:t>
            </w:r>
          </w:p>
        </w:tc>
        <w:tc>
          <w:tcPr>
            <w:tcW w:w="1187" w:type="dxa"/>
          </w:tcPr>
          <w:p w:rsidR="00581D9F" w:rsidRDefault="000002A2" w:rsidP="000002A2">
            <w:pPr>
              <w:jc w:val="center"/>
            </w:pPr>
            <w:r>
              <w:t>D16</w:t>
            </w:r>
          </w:p>
        </w:tc>
        <w:tc>
          <w:tcPr>
            <w:tcW w:w="1187" w:type="dxa"/>
          </w:tcPr>
          <w:p w:rsidR="00581D9F" w:rsidRDefault="000002A2" w:rsidP="000002A2">
            <w:pPr>
              <w:jc w:val="center"/>
            </w:pPr>
            <w:r>
              <w:t>552/750@19</w:t>
            </w:r>
          </w:p>
        </w:tc>
        <w:tc>
          <w:tcPr>
            <w:tcW w:w="1187" w:type="dxa"/>
          </w:tcPr>
          <w:p w:rsidR="00581D9F" w:rsidRDefault="008C44E6" w:rsidP="008C44E6">
            <w:pPr>
              <w:jc w:val="center"/>
            </w:pPr>
            <w:r>
              <w:t>288</w:t>
            </w:r>
          </w:p>
        </w:tc>
        <w:tc>
          <w:tcPr>
            <w:tcW w:w="1187" w:type="dxa"/>
          </w:tcPr>
          <w:p w:rsidR="00581D9F" w:rsidRDefault="00581D9F" w:rsidP="00581D9F"/>
        </w:tc>
        <w:tc>
          <w:tcPr>
            <w:tcW w:w="1187" w:type="dxa"/>
          </w:tcPr>
          <w:p w:rsidR="00581D9F" w:rsidRDefault="00581D9F" w:rsidP="00581D9F"/>
        </w:tc>
        <w:tc>
          <w:tcPr>
            <w:tcW w:w="1187" w:type="dxa"/>
          </w:tcPr>
          <w:p w:rsidR="00581D9F" w:rsidRDefault="00581D9F" w:rsidP="00581D9F"/>
        </w:tc>
      </w:tr>
      <w:tr w:rsidR="000537DD" w:rsidTr="00581D9F">
        <w:tc>
          <w:tcPr>
            <w:tcW w:w="1186" w:type="dxa"/>
          </w:tcPr>
          <w:p w:rsidR="00581D9F" w:rsidRDefault="00581D9F" w:rsidP="00581D9F"/>
        </w:tc>
        <w:tc>
          <w:tcPr>
            <w:tcW w:w="1187" w:type="dxa"/>
          </w:tcPr>
          <w:p w:rsidR="00581D9F" w:rsidRDefault="00581D9F" w:rsidP="00581D9F"/>
        </w:tc>
        <w:tc>
          <w:tcPr>
            <w:tcW w:w="1187" w:type="dxa"/>
          </w:tcPr>
          <w:p w:rsidR="00581D9F" w:rsidRDefault="00581D9F" w:rsidP="00581D9F"/>
        </w:tc>
        <w:tc>
          <w:tcPr>
            <w:tcW w:w="1187" w:type="dxa"/>
          </w:tcPr>
          <w:p w:rsidR="00581D9F" w:rsidRDefault="00581D9F" w:rsidP="00581D9F"/>
        </w:tc>
        <w:tc>
          <w:tcPr>
            <w:tcW w:w="1187" w:type="dxa"/>
          </w:tcPr>
          <w:p w:rsidR="00581D9F" w:rsidRDefault="00581D9F" w:rsidP="00581D9F"/>
        </w:tc>
        <w:tc>
          <w:tcPr>
            <w:tcW w:w="1187" w:type="dxa"/>
          </w:tcPr>
          <w:p w:rsidR="00581D9F" w:rsidRDefault="00581D9F" w:rsidP="00581D9F"/>
        </w:tc>
        <w:tc>
          <w:tcPr>
            <w:tcW w:w="1187" w:type="dxa"/>
          </w:tcPr>
          <w:p w:rsidR="00581D9F" w:rsidRDefault="00581D9F" w:rsidP="00581D9F"/>
        </w:tc>
        <w:tc>
          <w:tcPr>
            <w:tcW w:w="1187" w:type="dxa"/>
          </w:tcPr>
          <w:p w:rsidR="00581D9F" w:rsidRDefault="00581D9F" w:rsidP="00581D9F"/>
        </w:tc>
      </w:tr>
    </w:tbl>
    <w:p w:rsidR="00581D9F" w:rsidRDefault="00581D9F" w:rsidP="00581D9F"/>
    <w:p w:rsidR="008C44E6" w:rsidRDefault="008C44E6" w:rsidP="00581D9F"/>
    <w:p w:rsidR="008C44E6" w:rsidRDefault="008C44E6" w:rsidP="00581D9F"/>
    <w:p w:rsidR="008C44E6" w:rsidRDefault="008C44E6" w:rsidP="00581D9F"/>
    <w:p w:rsidR="008C44E6" w:rsidRDefault="008C44E6" w:rsidP="00581D9F"/>
    <w:p w:rsidR="008C44E6" w:rsidRPr="00581D9F" w:rsidRDefault="008C44E6" w:rsidP="00581D9F">
      <w:r>
        <w:t>Chr.P.</w:t>
      </w:r>
    </w:p>
    <w:sectPr w:rsidR="008C44E6" w:rsidRPr="00581D9F" w:rsidSect="0063306E">
      <w:headerReference w:type="default" r:id="rId7"/>
      <w:footerReference w:type="default" r:id="rId8"/>
      <w:headerReference w:type="first" r:id="rId9"/>
      <w:footerReference w:type="first" r:id="rId10"/>
      <w:pgSz w:w="11907" w:h="16840" w:code="9"/>
      <w:pgMar w:top="1276" w:right="1134" w:bottom="1242" w:left="1418" w:header="709" w:footer="425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81D9F" w:rsidRDefault="00581D9F">
      <w:r>
        <w:separator/>
      </w:r>
    </w:p>
  </w:endnote>
  <w:endnote w:type="continuationSeparator" w:id="0">
    <w:p w:rsidR="00581D9F" w:rsidRDefault="00581D9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1408891"/>
      <w:docPartObj>
        <w:docPartGallery w:val="Page Numbers (Bottom of Page)"/>
        <w:docPartUnique/>
      </w:docPartObj>
    </w:sdtPr>
    <w:sdtContent>
      <w:sdt>
        <w:sdtPr>
          <w:id w:val="6796841"/>
          <w:docPartObj>
            <w:docPartGallery w:val="Page Numbers (Top of Page)"/>
            <w:docPartUnique/>
          </w:docPartObj>
        </w:sdtPr>
        <w:sdtContent>
          <w:p w:rsidR="0096462C" w:rsidRDefault="0096462C" w:rsidP="0096462C">
            <w:pPr>
              <w:pStyle w:val="Sidefod"/>
              <w:jc w:val="right"/>
            </w:pPr>
            <w:r>
              <w:t xml:space="preserve">  </w:t>
            </w:r>
            <w:r>
              <w:tab/>
            </w:r>
            <w:r>
              <w:tab/>
            </w:r>
            <w:r w:rsidRPr="0096462C">
              <w:rPr>
                <w:i/>
                <w:sz w:val="12"/>
                <w:szCs w:val="12"/>
              </w:rPr>
              <w:t xml:space="preserve">Page </w:t>
            </w:r>
            <w:r w:rsidR="00044786" w:rsidRPr="0096462C">
              <w:rPr>
                <w:i/>
                <w:sz w:val="12"/>
                <w:szCs w:val="12"/>
              </w:rPr>
              <w:fldChar w:fldCharType="begin"/>
            </w:r>
            <w:r w:rsidRPr="0096462C">
              <w:rPr>
                <w:i/>
                <w:sz w:val="12"/>
                <w:szCs w:val="12"/>
              </w:rPr>
              <w:instrText>PAGE</w:instrText>
            </w:r>
            <w:r w:rsidR="00044786" w:rsidRPr="0096462C">
              <w:rPr>
                <w:i/>
                <w:sz w:val="12"/>
                <w:szCs w:val="12"/>
              </w:rPr>
              <w:fldChar w:fldCharType="separate"/>
            </w:r>
            <w:r w:rsidR="005571E2">
              <w:rPr>
                <w:i/>
                <w:noProof/>
                <w:sz w:val="12"/>
                <w:szCs w:val="12"/>
              </w:rPr>
              <w:t>2</w:t>
            </w:r>
            <w:r w:rsidR="00044786" w:rsidRPr="0096462C">
              <w:rPr>
                <w:i/>
                <w:sz w:val="12"/>
                <w:szCs w:val="12"/>
              </w:rPr>
              <w:fldChar w:fldCharType="end"/>
            </w:r>
            <w:r>
              <w:rPr>
                <w:i/>
                <w:sz w:val="12"/>
                <w:szCs w:val="12"/>
              </w:rPr>
              <w:t>/</w:t>
            </w:r>
            <w:r w:rsidR="00044786" w:rsidRPr="0096462C">
              <w:rPr>
                <w:i/>
                <w:sz w:val="12"/>
                <w:szCs w:val="12"/>
              </w:rPr>
              <w:fldChar w:fldCharType="begin"/>
            </w:r>
            <w:r w:rsidRPr="0096462C">
              <w:rPr>
                <w:i/>
                <w:sz w:val="12"/>
                <w:szCs w:val="12"/>
              </w:rPr>
              <w:instrText>NUMPAGES</w:instrText>
            </w:r>
            <w:r w:rsidR="00044786" w:rsidRPr="0096462C">
              <w:rPr>
                <w:i/>
                <w:sz w:val="12"/>
                <w:szCs w:val="12"/>
              </w:rPr>
              <w:fldChar w:fldCharType="separate"/>
            </w:r>
            <w:r w:rsidR="008C44E6">
              <w:rPr>
                <w:i/>
                <w:noProof/>
                <w:sz w:val="12"/>
                <w:szCs w:val="12"/>
              </w:rPr>
              <w:t>1</w:t>
            </w:r>
            <w:r w:rsidR="00044786" w:rsidRPr="0096462C">
              <w:rPr>
                <w:i/>
                <w:sz w:val="12"/>
                <w:szCs w:val="12"/>
              </w:rPr>
              <w:fldChar w:fldCharType="end"/>
            </w:r>
          </w:p>
        </w:sdtContent>
      </w:sdt>
    </w:sdtContent>
  </w:sdt>
  <w:p w:rsidR="0026575F" w:rsidRDefault="0026575F">
    <w:pPr>
      <w:pStyle w:val="Sidefod"/>
      <w:rPr>
        <w:i/>
        <w:sz w:val="12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575F" w:rsidRDefault="003C7ECD">
    <w:pPr>
      <w:pStyle w:val="Sidefod"/>
      <w:rPr>
        <w:i/>
        <w:sz w:val="12"/>
      </w:rPr>
    </w:pPr>
    <w:r>
      <w:rPr>
        <w:i/>
        <w:sz w:val="12"/>
      </w:rPr>
      <w:tab/>
    </w:r>
    <w:r>
      <w:rPr>
        <w:i/>
        <w:sz w:val="12"/>
      </w:rPr>
      <w:tab/>
    </w:r>
    <w:proofErr w:type="gramStart"/>
    <w:r>
      <w:rPr>
        <w:i/>
        <w:sz w:val="12"/>
      </w:rPr>
      <w:t xml:space="preserve">Page  </w:t>
    </w:r>
    <w:proofErr w:type="gramEnd"/>
    <w:r w:rsidR="00044786">
      <w:rPr>
        <w:i/>
        <w:sz w:val="12"/>
      </w:rPr>
      <w:fldChar w:fldCharType="begin"/>
    </w:r>
    <w:r>
      <w:rPr>
        <w:i/>
        <w:sz w:val="12"/>
      </w:rPr>
      <w:instrText xml:space="preserve"> PAGE </w:instrText>
    </w:r>
    <w:r w:rsidR="00044786">
      <w:rPr>
        <w:i/>
        <w:sz w:val="12"/>
      </w:rPr>
      <w:fldChar w:fldCharType="separate"/>
    </w:r>
    <w:r w:rsidR="008C44E6">
      <w:rPr>
        <w:i/>
        <w:noProof/>
        <w:sz w:val="12"/>
      </w:rPr>
      <w:t>1</w:t>
    </w:r>
    <w:r w:rsidR="00044786">
      <w:rPr>
        <w:i/>
        <w:sz w:val="12"/>
      </w:rPr>
      <w:fldChar w:fldCharType="end"/>
    </w:r>
    <w:r>
      <w:rPr>
        <w:i/>
        <w:sz w:val="12"/>
      </w:rPr>
      <w:t>/</w:t>
    </w:r>
    <w:r w:rsidR="00044786">
      <w:rPr>
        <w:i/>
        <w:sz w:val="12"/>
      </w:rPr>
      <w:fldChar w:fldCharType="begin"/>
    </w:r>
    <w:r>
      <w:rPr>
        <w:i/>
        <w:sz w:val="12"/>
      </w:rPr>
      <w:instrText xml:space="preserve"> NUMPAGES </w:instrText>
    </w:r>
    <w:r w:rsidR="00044786">
      <w:rPr>
        <w:i/>
        <w:sz w:val="12"/>
      </w:rPr>
      <w:fldChar w:fldCharType="separate"/>
    </w:r>
    <w:r w:rsidR="008C44E6">
      <w:rPr>
        <w:i/>
        <w:noProof/>
        <w:sz w:val="12"/>
      </w:rPr>
      <w:t>1</w:t>
    </w:r>
    <w:r w:rsidR="00044786">
      <w:rPr>
        <w:i/>
        <w:sz w:val="12"/>
      </w:rPr>
      <w:fldChar w:fldCharType="end"/>
    </w:r>
  </w:p>
  <w:p w:rsidR="0026575F" w:rsidRDefault="0026575F">
    <w:pPr>
      <w:pStyle w:val="Sidefo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81D9F" w:rsidRDefault="00581D9F">
      <w:r>
        <w:separator/>
      </w:r>
    </w:p>
  </w:footnote>
  <w:footnote w:type="continuationSeparator" w:id="0">
    <w:p w:rsidR="00581D9F" w:rsidRDefault="00581D9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151E" w:rsidRPr="0096462C" w:rsidRDefault="00044786" w:rsidP="0096462C">
    <w:pPr>
      <w:pStyle w:val="Sidehoved"/>
      <w:tabs>
        <w:tab w:val="left" w:pos="8080"/>
      </w:tabs>
      <w:rPr>
        <w:lang w:val="en-US"/>
      </w:rPr>
    </w:pPr>
    <w:r>
      <w:rPr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2054" type="#_x0000_t32" style="position:absolute;margin-left:-7pt;margin-top:25.35pt;width:478.65pt;height:.05pt;z-index:251660288" o:connectortype="straight" strokecolor="#003a75" strokeweight="1pt"/>
      </w:pict>
    </w:r>
    <w:r w:rsidR="0096462C" w:rsidRPr="0096462C">
      <w:rPr>
        <w:lang w:val="en-US"/>
      </w:rPr>
      <w:br/>
    </w:r>
    <w:r w:rsidR="0096462C" w:rsidRPr="009A03D6">
      <w:rPr>
        <w:sz w:val="16"/>
        <w:szCs w:val="16"/>
        <w:lang w:val="en-GB"/>
      </w:rPr>
      <w:t>Quotation no:</w:t>
    </w:r>
    <w:r w:rsidR="0096462C">
      <w:rPr>
        <w:sz w:val="16"/>
        <w:szCs w:val="16"/>
        <w:lang w:val="en-GB"/>
      </w:rPr>
      <w:t xml:space="preserve"> </w:t>
    </w:r>
    <w:proofErr w:type="spellStart"/>
    <w:r w:rsidR="0096462C">
      <w:rPr>
        <w:sz w:val="16"/>
        <w:szCs w:val="16"/>
        <w:lang w:val="en-GB"/>
      </w:rPr>
      <w:t>xxxx</w:t>
    </w:r>
    <w:proofErr w:type="spellEnd"/>
    <w:r w:rsidR="0096462C">
      <w:rPr>
        <w:sz w:val="16"/>
        <w:szCs w:val="16"/>
        <w:lang w:val="en-GB"/>
      </w:rPr>
      <w:tab/>
    </w:r>
    <w:r w:rsidR="0096462C">
      <w:rPr>
        <w:sz w:val="16"/>
        <w:szCs w:val="16"/>
        <w:lang w:val="en-GB"/>
      </w:rPr>
      <w:tab/>
    </w:r>
    <w:proofErr w:type="spellStart"/>
    <w:r w:rsidR="0096462C" w:rsidRPr="0096462C">
      <w:rPr>
        <w:sz w:val="16"/>
        <w:szCs w:val="16"/>
        <w:lang w:val="en-GB"/>
      </w:rPr>
      <w:t>dd.mm.åååå</w:t>
    </w:r>
    <w:proofErr w:type="spellEnd"/>
    <w:r w:rsidR="009661D2" w:rsidRPr="009661D2">
      <w:rPr>
        <w:noProof/>
      </w:rPr>
      <w:drawing>
        <wp:anchor distT="0" distB="0" distL="114300" distR="114300" simplePos="0" relativeHeight="251665408" behindDoc="0" locked="0" layoutInCell="1" allowOverlap="1">
          <wp:simplePos x="0" y="0"/>
          <wp:positionH relativeFrom="column">
            <wp:posOffset>2215989</wp:posOffset>
          </wp:positionH>
          <wp:positionV relativeFrom="paragraph">
            <wp:posOffset>122895</wp:posOffset>
          </wp:positionV>
          <wp:extent cx="1133609" cy="186744"/>
          <wp:effectExtent l="19050" t="0" r="9391" b="0"/>
          <wp:wrapNone/>
          <wp:docPr id="5" name="Billede 0" descr="mekanord logo stor blå original.T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ekanord logo stor blå original.TIF"/>
                  <pic:cNvPicPr/>
                </pic:nvPicPr>
                <pic:blipFill>
                  <a:blip r:embed="rId1"/>
                  <a:srcRect r="16712"/>
                  <a:stretch>
                    <a:fillRect/>
                  </a:stretch>
                </pic:blipFill>
                <pic:spPr>
                  <a:xfrm>
                    <a:off x="0" y="0"/>
                    <a:ext cx="1133609" cy="18674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03D6" w:rsidRDefault="009661D2" w:rsidP="0063306E">
    <w:pPr>
      <w:pStyle w:val="Sidehoved"/>
    </w:pPr>
    <w:r>
      <w:rPr>
        <w:noProof/>
        <w:sz w:val="16"/>
        <w:szCs w:val="16"/>
      </w:rPr>
      <w:drawing>
        <wp:anchor distT="0" distB="0" distL="114300" distR="114300" simplePos="0" relativeHeight="251663360" behindDoc="0" locked="0" layoutInCell="1" allowOverlap="1">
          <wp:simplePos x="0" y="0"/>
          <wp:positionH relativeFrom="column">
            <wp:posOffset>4199335</wp:posOffset>
          </wp:positionH>
          <wp:positionV relativeFrom="paragraph">
            <wp:posOffset>-76728</wp:posOffset>
          </wp:positionV>
          <wp:extent cx="1646949" cy="270456"/>
          <wp:effectExtent l="19050" t="0" r="0" b="0"/>
          <wp:wrapNone/>
          <wp:docPr id="4" name="Billede 0" descr="mekanord logo stor blå original.T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ekanord logo stor blå original.TIF"/>
                  <pic:cNvPicPr/>
                </pic:nvPicPr>
                <pic:blipFill>
                  <a:blip r:embed="rId1"/>
                  <a:srcRect r="16712"/>
                  <a:stretch>
                    <a:fillRect/>
                  </a:stretch>
                </pic:blipFill>
                <pic:spPr>
                  <a:xfrm>
                    <a:off x="0" y="0"/>
                    <a:ext cx="1646949" cy="270456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044786" w:rsidRPr="00044786">
      <w:rPr>
        <w:sz w:val="16"/>
        <w:szCs w:val="16"/>
        <w:lang w:val="en-GB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2053" type="#_x0000_t32" style="position:absolute;margin-left:-2.95pt;margin-top:13.35pt;width:322.95pt;height:0;z-index:251659264;mso-position-horizontal-relative:text;mso-position-vertical-relative:text" o:connectortype="straight" strokecolor="#003a75" strokeweight="1pt"/>
      </w:pict>
    </w:r>
    <w:r w:rsidR="00044786" w:rsidRPr="00044786">
      <w:rPr>
        <w:sz w:val="16"/>
        <w:szCs w:val="16"/>
        <w:lang w:val="en-GB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326.65pt;margin-top:-14.2pt;width:176.85pt;height:147.6pt;z-index:251657216;mso-position-horizontal-relative:text;mso-position-vertical-relative:text" strokecolor="white" strokeweight="0">
          <v:textbox style="mso-next-textbox:#_x0000_s2050">
            <w:txbxContent>
              <w:p w:rsidR="00C5013C" w:rsidRPr="009661D2" w:rsidRDefault="00C5013C" w:rsidP="00C5013C">
                <w:pPr>
                  <w:rPr>
                    <w:rFonts w:ascii="Arial Black" w:hAnsi="Arial Black"/>
                    <w:color w:val="003A75"/>
                    <w:sz w:val="24"/>
                    <w:szCs w:val="24"/>
                    <w:lang w:val="de-DE"/>
                  </w:rPr>
                </w:pPr>
              </w:p>
              <w:p w:rsidR="00C5013C" w:rsidRPr="009661D2" w:rsidRDefault="00C5013C" w:rsidP="00C5013C">
                <w:pPr>
                  <w:rPr>
                    <w:rFonts w:ascii="Arial Black" w:hAnsi="Arial Black"/>
                    <w:color w:val="003A75"/>
                    <w:sz w:val="12"/>
                    <w:szCs w:val="12"/>
                    <w:lang w:val="de-DE"/>
                  </w:rPr>
                </w:pPr>
                <w:r w:rsidRPr="009661D2">
                  <w:rPr>
                    <w:rFonts w:ascii="Arial Black" w:hAnsi="Arial Black"/>
                    <w:color w:val="003A75"/>
                    <w:szCs w:val="22"/>
                    <w:lang w:val="de-DE"/>
                  </w:rPr>
                  <w:tab/>
                </w:r>
                <w:r w:rsidRPr="009661D2">
                  <w:rPr>
                    <w:rFonts w:ascii="Arial Black" w:hAnsi="Arial Black"/>
                    <w:color w:val="003A75"/>
                    <w:szCs w:val="22"/>
                    <w:lang w:val="de-DE"/>
                  </w:rPr>
                  <w:tab/>
                </w:r>
                <w:r w:rsidRPr="009661D2">
                  <w:rPr>
                    <w:rFonts w:ascii="Arial Black" w:hAnsi="Arial Black"/>
                    <w:color w:val="003A75"/>
                    <w:sz w:val="12"/>
                    <w:szCs w:val="12"/>
                    <w:lang w:val="de-DE"/>
                  </w:rPr>
                  <w:t>2009</w:t>
                </w:r>
              </w:p>
              <w:p w:rsidR="00C5013C" w:rsidRPr="009661D2" w:rsidRDefault="00C5013C" w:rsidP="00C5013C">
                <w:pPr>
                  <w:rPr>
                    <w:color w:val="003A75"/>
                    <w:sz w:val="16"/>
                  </w:rPr>
                </w:pPr>
                <w:r w:rsidRPr="009661D2">
                  <w:rPr>
                    <w:color w:val="003A75"/>
                    <w:sz w:val="16"/>
                  </w:rPr>
                  <w:t xml:space="preserve">SANDHOLM 7 </w:t>
                </w:r>
              </w:p>
              <w:p w:rsidR="00C5013C" w:rsidRPr="009661D2" w:rsidRDefault="00C5013C" w:rsidP="00C5013C">
                <w:pPr>
                  <w:rPr>
                    <w:color w:val="003A75"/>
                    <w:sz w:val="16"/>
                  </w:rPr>
                </w:pPr>
                <w:r w:rsidRPr="009661D2">
                  <w:rPr>
                    <w:color w:val="003A75"/>
                    <w:sz w:val="16"/>
                  </w:rPr>
                  <w:t>9900 FREDERIKSHAVN - DENMARK</w:t>
                </w:r>
              </w:p>
              <w:p w:rsidR="00C5013C" w:rsidRPr="009661D2" w:rsidRDefault="00C5013C" w:rsidP="00C5013C">
                <w:pPr>
                  <w:rPr>
                    <w:color w:val="003A75"/>
                    <w:sz w:val="16"/>
                  </w:rPr>
                </w:pPr>
              </w:p>
              <w:p w:rsidR="00C5013C" w:rsidRPr="009661D2" w:rsidRDefault="00C5013C" w:rsidP="00C5013C">
                <w:pPr>
                  <w:rPr>
                    <w:color w:val="003A75"/>
                    <w:sz w:val="16"/>
                  </w:rPr>
                </w:pPr>
                <w:proofErr w:type="spellStart"/>
                <w:r w:rsidRPr="009661D2">
                  <w:rPr>
                    <w:color w:val="003A75"/>
                    <w:sz w:val="16"/>
                  </w:rPr>
                  <w:t>Phone</w:t>
                </w:r>
                <w:proofErr w:type="spellEnd"/>
                <w:r w:rsidRPr="009661D2">
                  <w:rPr>
                    <w:color w:val="003A75"/>
                    <w:sz w:val="16"/>
                  </w:rPr>
                  <w:t xml:space="preserve">: </w:t>
                </w:r>
                <w:r w:rsidRPr="009661D2">
                  <w:rPr>
                    <w:color w:val="003A75"/>
                    <w:sz w:val="16"/>
                  </w:rPr>
                  <w:tab/>
                  <w:t>+45 96 20 14 00</w:t>
                </w:r>
              </w:p>
              <w:p w:rsidR="00C5013C" w:rsidRPr="009661D2" w:rsidRDefault="00C5013C" w:rsidP="00C5013C">
                <w:pPr>
                  <w:rPr>
                    <w:color w:val="003A75"/>
                    <w:sz w:val="16"/>
                  </w:rPr>
                </w:pPr>
                <w:r w:rsidRPr="009661D2">
                  <w:rPr>
                    <w:color w:val="003A75"/>
                    <w:sz w:val="16"/>
                  </w:rPr>
                  <w:t>Fax:</w:t>
                </w:r>
                <w:r w:rsidRPr="009661D2">
                  <w:rPr>
                    <w:color w:val="003A75"/>
                    <w:sz w:val="16"/>
                  </w:rPr>
                  <w:tab/>
                  <w:t xml:space="preserve">+45 96 20 14 </w:t>
                </w:r>
                <w:proofErr w:type="spellStart"/>
                <w:r w:rsidRPr="009661D2">
                  <w:rPr>
                    <w:color w:val="003A75"/>
                    <w:sz w:val="16"/>
                  </w:rPr>
                  <w:t>14</w:t>
                </w:r>
                <w:proofErr w:type="spellEnd"/>
                <w:r w:rsidRPr="009661D2">
                  <w:rPr>
                    <w:color w:val="003A75"/>
                    <w:sz w:val="16"/>
                  </w:rPr>
                  <w:t xml:space="preserve"> </w:t>
                </w:r>
              </w:p>
              <w:p w:rsidR="00C5013C" w:rsidRPr="009661D2" w:rsidRDefault="00C5013C" w:rsidP="00C5013C">
                <w:pPr>
                  <w:rPr>
                    <w:color w:val="003A75"/>
                    <w:sz w:val="16"/>
                    <w:lang w:val="en-GB"/>
                  </w:rPr>
                </w:pPr>
                <w:r w:rsidRPr="009661D2">
                  <w:rPr>
                    <w:color w:val="003A75"/>
                    <w:sz w:val="16"/>
                    <w:lang w:val="en-GB"/>
                  </w:rPr>
                  <w:t xml:space="preserve">E-mail: </w:t>
                </w:r>
                <w:r w:rsidRPr="009661D2">
                  <w:rPr>
                    <w:color w:val="003A75"/>
                    <w:sz w:val="16"/>
                    <w:lang w:val="en-GB"/>
                  </w:rPr>
                  <w:tab/>
                  <w:t>mekanord@mekanord.dk</w:t>
                </w:r>
              </w:p>
              <w:p w:rsidR="00C5013C" w:rsidRPr="009661D2" w:rsidRDefault="00C5013C" w:rsidP="00C5013C">
                <w:pPr>
                  <w:rPr>
                    <w:color w:val="003A75"/>
                    <w:sz w:val="16"/>
                    <w:lang w:val="en-GB"/>
                  </w:rPr>
                </w:pPr>
                <w:r w:rsidRPr="009661D2">
                  <w:rPr>
                    <w:color w:val="003A75"/>
                    <w:sz w:val="16"/>
                    <w:lang w:val="en-GB"/>
                  </w:rPr>
                  <w:t>Web:</w:t>
                </w:r>
                <w:r w:rsidRPr="009661D2">
                  <w:rPr>
                    <w:color w:val="003A75"/>
                    <w:sz w:val="16"/>
                    <w:lang w:val="en-GB"/>
                  </w:rPr>
                  <w:tab/>
                  <w:t>www.mekanord.dk</w:t>
                </w:r>
              </w:p>
              <w:p w:rsidR="00C5013C" w:rsidRPr="005571E2" w:rsidRDefault="00C5013C" w:rsidP="00C5013C">
                <w:pPr>
                  <w:rPr>
                    <w:color w:val="003A75"/>
                    <w:sz w:val="16"/>
                  </w:rPr>
                </w:pPr>
                <w:r w:rsidRPr="005571E2">
                  <w:rPr>
                    <w:color w:val="003A75"/>
                    <w:sz w:val="16"/>
                  </w:rPr>
                  <w:t xml:space="preserve">Vat. </w:t>
                </w:r>
                <w:proofErr w:type="spellStart"/>
                <w:r w:rsidRPr="005571E2">
                  <w:rPr>
                    <w:color w:val="003A75"/>
                    <w:sz w:val="16"/>
                  </w:rPr>
                  <w:t>no</w:t>
                </w:r>
                <w:proofErr w:type="spellEnd"/>
                <w:r w:rsidRPr="005571E2">
                  <w:rPr>
                    <w:color w:val="003A75"/>
                    <w:sz w:val="16"/>
                  </w:rPr>
                  <w:t xml:space="preserve">: </w:t>
                </w:r>
                <w:r w:rsidRPr="005571E2">
                  <w:rPr>
                    <w:color w:val="003A75"/>
                    <w:sz w:val="16"/>
                  </w:rPr>
                  <w:tab/>
                  <w:t>DK 32 09 37 36</w:t>
                </w:r>
              </w:p>
              <w:p w:rsidR="00C5013C" w:rsidRPr="005571E2" w:rsidRDefault="00C5013C" w:rsidP="00C5013C">
                <w:pPr>
                  <w:rPr>
                    <w:color w:val="003A75"/>
                    <w:sz w:val="16"/>
                  </w:rPr>
                </w:pPr>
                <w:r w:rsidRPr="005571E2">
                  <w:rPr>
                    <w:color w:val="003A75"/>
                    <w:sz w:val="16"/>
                  </w:rPr>
                  <w:t xml:space="preserve">Bank: </w:t>
                </w:r>
                <w:r w:rsidRPr="005571E2">
                  <w:rPr>
                    <w:color w:val="003A75"/>
                    <w:sz w:val="16"/>
                  </w:rPr>
                  <w:tab/>
                </w:r>
                <w:r w:rsidR="003C00FB" w:rsidRPr="005571E2">
                  <w:rPr>
                    <w:color w:val="003A75"/>
                    <w:sz w:val="16"/>
                  </w:rPr>
                  <w:t>Sparekassen Vendsyssel</w:t>
                </w:r>
              </w:p>
              <w:p w:rsidR="00C5013C" w:rsidRPr="009661D2" w:rsidRDefault="00C5013C" w:rsidP="00C5013C">
                <w:pPr>
                  <w:tabs>
                    <w:tab w:val="left" w:pos="567"/>
                  </w:tabs>
                  <w:rPr>
                    <w:color w:val="003A75"/>
                    <w:sz w:val="16"/>
                    <w:lang w:val="en-US"/>
                  </w:rPr>
                </w:pPr>
                <w:r w:rsidRPr="009661D2">
                  <w:rPr>
                    <w:color w:val="003A75"/>
                    <w:sz w:val="16"/>
                    <w:lang w:val="en-US"/>
                  </w:rPr>
                  <w:t>Acc. no:</w:t>
                </w:r>
                <w:r w:rsidRPr="009661D2">
                  <w:rPr>
                    <w:color w:val="003A75"/>
                    <w:sz w:val="16"/>
                    <w:lang w:val="en-US"/>
                  </w:rPr>
                  <w:tab/>
                </w:r>
                <w:proofErr w:type="gramStart"/>
                <w:r w:rsidR="003C00FB">
                  <w:rPr>
                    <w:color w:val="003A75"/>
                    <w:sz w:val="16"/>
                    <w:lang w:val="en-US"/>
                  </w:rPr>
                  <w:t>9070  1622021699</w:t>
                </w:r>
                <w:proofErr w:type="gramEnd"/>
              </w:p>
              <w:p w:rsidR="00C5013C" w:rsidRPr="009661D2" w:rsidRDefault="00C5013C" w:rsidP="00C5013C">
                <w:pPr>
                  <w:rPr>
                    <w:color w:val="003A75"/>
                    <w:sz w:val="16"/>
                    <w:lang w:val="en-GB"/>
                  </w:rPr>
                </w:pPr>
                <w:r w:rsidRPr="009661D2">
                  <w:rPr>
                    <w:color w:val="003A75"/>
                    <w:sz w:val="16"/>
                    <w:lang w:val="en-GB"/>
                  </w:rPr>
                  <w:t>IBAN no:</w:t>
                </w:r>
                <w:r w:rsidRPr="009661D2">
                  <w:rPr>
                    <w:color w:val="003A75"/>
                    <w:sz w:val="16"/>
                    <w:lang w:val="en-GB"/>
                  </w:rPr>
                  <w:tab/>
                </w:r>
                <w:r w:rsidR="003C00FB">
                  <w:rPr>
                    <w:color w:val="003A75"/>
                    <w:sz w:val="16"/>
                    <w:lang w:val="en-GB"/>
                  </w:rPr>
                  <w:t>DK8390701622021699</w:t>
                </w:r>
              </w:p>
              <w:p w:rsidR="00297679" w:rsidRPr="009661D2" w:rsidRDefault="00297679" w:rsidP="00C5013C">
                <w:pPr>
                  <w:rPr>
                    <w:color w:val="003A75"/>
                  </w:rPr>
                </w:pPr>
              </w:p>
            </w:txbxContent>
          </v:textbox>
        </v:shape>
      </w:pict>
    </w:r>
    <w:r w:rsidR="00581D9F">
      <w:t>09/0037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1E2631"/>
    <w:multiLevelType w:val="hybridMultilevel"/>
    <w:tmpl w:val="13C01E4A"/>
    <w:lvl w:ilvl="0" w:tplc="040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32786C57"/>
    <w:multiLevelType w:val="hybridMultilevel"/>
    <w:tmpl w:val="13C01E4A"/>
    <w:lvl w:ilvl="0" w:tplc="2C62F478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 w:tplc="040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45C7159E"/>
    <w:multiLevelType w:val="singleLevel"/>
    <w:tmpl w:val="2C62F478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3">
    <w:nsid w:val="65640497"/>
    <w:multiLevelType w:val="hybridMultilevel"/>
    <w:tmpl w:val="A3E4F518"/>
    <w:lvl w:ilvl="0" w:tplc="2C62F478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 w:tplc="040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6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68875541"/>
    <w:multiLevelType w:val="hybridMultilevel"/>
    <w:tmpl w:val="CBCE1E2C"/>
    <w:lvl w:ilvl="0" w:tplc="040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1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96"/>
  <w:proofState w:spelling="clean" w:grammar="clean"/>
  <w:attachedTemplate r:id="rId1"/>
  <w:defaultTabStop w:val="1304"/>
  <w:autoHyphenation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5362"/>
    <o:shapelayout v:ext="edit">
      <o:idmap v:ext="edit" data="2"/>
      <o:rules v:ext="edit">
        <o:r id="V:Rule3" type="connector" idref="#_x0000_s2053"/>
        <o:r id="V:Rule4" type="connector" idref="#_x0000_s2054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0537DD"/>
    <w:rsid w:val="000002A2"/>
    <w:rsid w:val="00043907"/>
    <w:rsid w:val="00044786"/>
    <w:rsid w:val="000537DD"/>
    <w:rsid w:val="001C6882"/>
    <w:rsid w:val="0022151E"/>
    <w:rsid w:val="0026575F"/>
    <w:rsid w:val="00297679"/>
    <w:rsid w:val="003569C7"/>
    <w:rsid w:val="003C00FB"/>
    <w:rsid w:val="003C7ECD"/>
    <w:rsid w:val="005571E2"/>
    <w:rsid w:val="00581D9F"/>
    <w:rsid w:val="00596ABC"/>
    <w:rsid w:val="00617FE8"/>
    <w:rsid w:val="00630E39"/>
    <w:rsid w:val="0063306E"/>
    <w:rsid w:val="0071236F"/>
    <w:rsid w:val="00885C4B"/>
    <w:rsid w:val="008C44E6"/>
    <w:rsid w:val="0096462C"/>
    <w:rsid w:val="009661D2"/>
    <w:rsid w:val="00976FD6"/>
    <w:rsid w:val="009A03D6"/>
    <w:rsid w:val="009E3121"/>
    <w:rsid w:val="009F64AD"/>
    <w:rsid w:val="00B52C73"/>
    <w:rsid w:val="00C5013C"/>
    <w:rsid w:val="00D537A2"/>
    <w:rsid w:val="00D66F38"/>
    <w:rsid w:val="00F52E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da-DK" w:eastAsia="da-DK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3306E"/>
    <w:rPr>
      <w:rFonts w:ascii="Arial" w:hAnsi="Arial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Sidehoved">
    <w:name w:val="header"/>
    <w:basedOn w:val="Normal"/>
    <w:semiHidden/>
    <w:rsid w:val="0026575F"/>
    <w:pPr>
      <w:tabs>
        <w:tab w:val="center" w:pos="4819"/>
        <w:tab w:val="right" w:pos="9638"/>
      </w:tabs>
    </w:pPr>
  </w:style>
  <w:style w:type="paragraph" w:styleId="Sidefod">
    <w:name w:val="footer"/>
    <w:basedOn w:val="Normal"/>
    <w:link w:val="SidefodTegn"/>
    <w:uiPriority w:val="99"/>
    <w:rsid w:val="0026575F"/>
    <w:pPr>
      <w:tabs>
        <w:tab w:val="center" w:pos="4819"/>
        <w:tab w:val="right" w:pos="9638"/>
      </w:tabs>
    </w:pPr>
  </w:style>
  <w:style w:type="paragraph" w:styleId="Brdtekst">
    <w:name w:val="Body Text"/>
    <w:basedOn w:val="Normal"/>
    <w:semiHidden/>
    <w:rsid w:val="0026575F"/>
    <w:rPr>
      <w:lang w:val="en-GB"/>
    </w:rPr>
  </w:style>
  <w:style w:type="paragraph" w:styleId="Markeringsbobletekst">
    <w:name w:val="Balloon Text"/>
    <w:basedOn w:val="Normal"/>
    <w:link w:val="MarkeringsbobletekstTegn"/>
    <w:uiPriority w:val="99"/>
    <w:semiHidden/>
    <w:unhideWhenUsed/>
    <w:rsid w:val="00297679"/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297679"/>
    <w:rPr>
      <w:rFonts w:ascii="Tahoma" w:hAnsi="Tahoma" w:cs="Tahoma"/>
      <w:sz w:val="16"/>
      <w:szCs w:val="16"/>
    </w:rPr>
  </w:style>
  <w:style w:type="character" w:customStyle="1" w:styleId="SidefodTegn">
    <w:name w:val="Sidefod Tegn"/>
    <w:basedOn w:val="Standardskrifttypeiafsnit"/>
    <w:link w:val="Sidefod"/>
    <w:uiPriority w:val="99"/>
    <w:rsid w:val="0096462C"/>
    <w:rPr>
      <w:rFonts w:ascii="Arial" w:hAnsi="Arial"/>
    </w:rPr>
  </w:style>
  <w:style w:type="table" w:styleId="Tabel-Gitter">
    <w:name w:val="Table Grid"/>
    <w:basedOn w:val="Tabel-Normal"/>
    <w:uiPriority w:val="59"/>
    <w:rsid w:val="00581D9F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4945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customXml" Target="../customXml/item3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customXml" Target="../customXml/item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tif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tif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Christian_P\Application%20Data\Microsoft\Skabeloner\Mekanord%20brev.dotx" TargetMode="Externa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98B1862AAF7FA48AA533C10FE13EE62" ma:contentTypeVersion="13" ma:contentTypeDescription="Opret et nyt dokument." ma:contentTypeScope="" ma:versionID="760cb5c7b534719ceea5e0302ef66de4">
  <xsd:schema xmlns:xsd="http://www.w3.org/2001/XMLSchema" xmlns:xs="http://www.w3.org/2001/XMLSchema" xmlns:p="http://schemas.microsoft.com/office/2006/metadata/properties" xmlns:ns2="86828682-1c79-4e9f-b9d5-5eb04f6a881d" xmlns:ns3="774e872c-4150-4bc6-a14f-df0a08449629" targetNamespace="http://schemas.microsoft.com/office/2006/metadata/properties" ma:root="true" ma:fieldsID="e4b40e2ea53f62b36654843edc37ecef" ns2:_="" ns3:_="">
    <xsd:import namespace="86828682-1c79-4e9f-b9d5-5eb04f6a881d"/>
    <xsd:import namespace="774e872c-4150-4bc6-a14f-df0a0844962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6828682-1c79-4e9f-b9d5-5eb04f6a881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5" nillable="true" ma:displayName="Location" ma:indexed="true" ma:internalName="MediaServiceLocation" ma:readOnly="true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Billedmærker" ma:readOnly="false" ma:fieldId="{5cf76f15-5ced-4ddc-b409-7134ff3c332f}" ma:taxonomyMulti="true" ma:sspId="327613cb-7bf1-45e3-b711-5f8e650a855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BillingMetadata" ma:index="20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74e872c-4150-4bc6-a14f-df0a08449629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73849adc-5279-414e-85c6-1d38816981bf}" ma:internalName="TaxCatchAll" ma:showField="CatchAllData" ma:web="774e872c-4150-4bc6-a14f-df0a0844962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dhol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74e872c-4150-4bc6-a14f-df0a08449629" xsi:nil="true"/>
    <lcf76f155ced4ddcb4097134ff3c332f xmlns="86828682-1c79-4e9f-b9d5-5eb04f6a881d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EC076E90-5DC7-4FE3-88EE-AC0399F78A27}"/>
</file>

<file path=customXml/itemProps2.xml><?xml version="1.0" encoding="utf-8"?>
<ds:datastoreItem xmlns:ds="http://schemas.openxmlformats.org/officeDocument/2006/customXml" ds:itemID="{332FCA43-25B3-4733-AE0B-F4FB47105ADB}"/>
</file>

<file path=customXml/itemProps3.xml><?xml version="1.0" encoding="utf-8"?>
<ds:datastoreItem xmlns:ds="http://schemas.openxmlformats.org/officeDocument/2006/customXml" ds:itemID="{A14E1447-1D63-466B-BC5D-E1131FA0D02F}"/>
</file>

<file path=docProps/app.xml><?xml version="1.0" encoding="utf-8"?>
<Properties xmlns="http://schemas.openxmlformats.org/officeDocument/2006/extended-properties" xmlns:vt="http://schemas.openxmlformats.org/officeDocument/2006/docPropsVTypes">
  <Template>Mekanord brev</Template>
  <TotalTime>31</TotalTime>
  <Pages>1</Pages>
  <Words>65</Words>
  <Characters>491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Univeyor A/S</Company>
  <LinksUpToDate>false</LinksUpToDate>
  <CharactersWithSpaces>555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Christian_P</dc:creator>
  <cp:keywords/>
  <dc:description/>
  <cp:lastModifiedBy>Christian_P</cp:lastModifiedBy>
  <cp:revision>1</cp:revision>
  <cp:lastPrinted>2009-10-28T08:11:00Z</cp:lastPrinted>
  <dcterms:created xsi:type="dcterms:W3CDTF">2009-10-28T07:36:00Z</dcterms:created>
  <dcterms:modified xsi:type="dcterms:W3CDTF">2009-10-28T08:12:00Z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0x010100798B1862AAF7FA48AA533C10FE13EE62</vt:lpwstr>
  </property>
</Properties>
</file>